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62871" w14:textId="3A6129AB" w:rsidR="00E81814" w:rsidRDefault="005A1C00" w:rsidP="00E81814">
      <w:pPr>
        <w:jc w:val="center"/>
        <w:textAlignment w:val="baseline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FASE REGIONALE DI ORIENTEERING</w:t>
      </w:r>
    </w:p>
    <w:p w14:paraId="5CC324FE" w14:textId="77777777" w:rsidR="00B154A2" w:rsidRDefault="00B154A2" w:rsidP="00E81814">
      <w:pPr>
        <w:jc w:val="center"/>
        <w:textAlignment w:val="baseline"/>
        <w:rPr>
          <w:rFonts w:ascii="Calibri" w:hAnsi="Calibri"/>
          <w:b/>
          <w:szCs w:val="24"/>
        </w:rPr>
      </w:pPr>
    </w:p>
    <w:p w14:paraId="06DF7DCE" w14:textId="00B51734" w:rsidR="002A5982" w:rsidRPr="00E406F0" w:rsidRDefault="00B154A2" w:rsidP="002A5982">
      <w:pPr>
        <w:textAlignment w:val="baseline"/>
        <w:rPr>
          <w:sz w:val="20"/>
        </w:rPr>
      </w:pPr>
      <w:r>
        <w:rPr>
          <w:rFonts w:ascii="Calibri" w:hAnsi="Calibri"/>
          <w:b/>
          <w:szCs w:val="24"/>
        </w:rPr>
        <w:t xml:space="preserve">Da inviare </w:t>
      </w:r>
      <w:r w:rsidR="002A5982">
        <w:rPr>
          <w:rFonts w:ascii="Calibri" w:hAnsi="Calibri"/>
          <w:b/>
          <w:szCs w:val="24"/>
        </w:rPr>
        <w:t xml:space="preserve">entro il 3 Maggio 2019 a </w:t>
      </w:r>
      <w:hyperlink r:id="rId9" w:history="1">
        <w:r w:rsidR="002A5982" w:rsidRPr="00E445D0">
          <w:rPr>
            <w:rStyle w:val="Collegamentoipertestuale"/>
            <w:rFonts w:ascii="Calibri" w:hAnsi="Calibri"/>
            <w:b/>
            <w:szCs w:val="24"/>
          </w:rPr>
          <w:t>edfisicamarche@istruzione.it</w:t>
        </w:r>
      </w:hyperlink>
      <w:r w:rsidR="002A5982">
        <w:rPr>
          <w:rFonts w:ascii="Calibri" w:hAnsi="Calibri"/>
          <w:b/>
          <w:szCs w:val="24"/>
        </w:rPr>
        <w:t xml:space="preserve">  e </w:t>
      </w:r>
      <w:proofErr w:type="spellStart"/>
      <w:r w:rsidR="002A5982">
        <w:rPr>
          <w:rFonts w:ascii="Calibri" w:hAnsi="Calibri"/>
          <w:b/>
          <w:szCs w:val="24"/>
        </w:rPr>
        <w:t>alll’Ufficio</w:t>
      </w:r>
      <w:proofErr w:type="spellEnd"/>
      <w:r w:rsidR="002A5982">
        <w:rPr>
          <w:rFonts w:ascii="Calibri" w:hAnsi="Calibri"/>
          <w:b/>
          <w:szCs w:val="24"/>
        </w:rPr>
        <w:t xml:space="preserve"> Educazione Fisica dell’ambito territoriale:</w:t>
      </w:r>
      <w:r w:rsidR="002A5982">
        <w:rPr>
          <w:rFonts w:ascii="Calibri" w:hAnsi="Calibri"/>
          <w:b/>
          <w:szCs w:val="24"/>
        </w:rPr>
        <w:tab/>
      </w:r>
      <w:r w:rsidR="002A5982">
        <w:rPr>
          <w:b/>
        </w:rPr>
        <w:t>MC</w:t>
      </w:r>
      <w:r w:rsidR="002A5982">
        <w:t xml:space="preserve"> </w:t>
      </w:r>
      <w:r w:rsidR="002A5982">
        <w:tab/>
      </w:r>
      <w:hyperlink r:id="rId10" w:history="1">
        <w:r w:rsidR="002A5982" w:rsidRPr="00E406F0">
          <w:rPr>
            <w:rStyle w:val="Collegamentoipertestuale"/>
            <w:sz w:val="20"/>
          </w:rPr>
          <w:t>mauro.minnozzi.mc@istruzione.it</w:t>
        </w:r>
      </w:hyperlink>
    </w:p>
    <w:p w14:paraId="46EA0786" w14:textId="66003618" w:rsidR="002A5982" w:rsidRPr="002A5982" w:rsidRDefault="002A5982" w:rsidP="002A5982">
      <w:pPr>
        <w:overflowPunct/>
        <w:autoSpaceDE/>
        <w:adjustRightInd/>
        <w:ind w:left="2124" w:firstLine="708"/>
        <w:rPr>
          <w:sz w:val="20"/>
          <w:lang w:val="en-US"/>
        </w:rPr>
      </w:pPr>
      <w:r w:rsidRPr="002A5982">
        <w:rPr>
          <w:b/>
          <w:lang w:val="en-US"/>
        </w:rPr>
        <w:t xml:space="preserve">AP </w:t>
      </w:r>
      <w:r>
        <w:rPr>
          <w:b/>
          <w:lang w:val="en-US"/>
        </w:rPr>
        <w:tab/>
      </w:r>
      <w:hyperlink r:id="rId11" w:history="1">
        <w:r w:rsidRPr="002A5982">
          <w:rPr>
            <w:rStyle w:val="Collegamentoipertestuale"/>
            <w:sz w:val="20"/>
            <w:lang w:val="en-US"/>
          </w:rPr>
          <w:t>serafina.olmo@istruzione.it</w:t>
        </w:r>
      </w:hyperlink>
    </w:p>
    <w:p w14:paraId="1B2F88A8" w14:textId="31282B75" w:rsidR="002A5982" w:rsidRPr="002A5982" w:rsidRDefault="002A5982" w:rsidP="002A5982">
      <w:pPr>
        <w:overflowPunct/>
        <w:autoSpaceDE/>
        <w:adjustRightInd/>
        <w:ind w:left="2124" w:firstLine="708"/>
        <w:rPr>
          <w:sz w:val="20"/>
          <w:lang w:val="en-US"/>
        </w:rPr>
      </w:pPr>
      <w:r w:rsidRPr="002A5982">
        <w:rPr>
          <w:b/>
          <w:lang w:val="en-US"/>
        </w:rPr>
        <w:t xml:space="preserve">AN </w:t>
      </w:r>
      <w:r>
        <w:rPr>
          <w:b/>
          <w:lang w:val="en-US"/>
        </w:rPr>
        <w:tab/>
      </w:r>
      <w:hyperlink r:id="rId12" w:history="1">
        <w:r w:rsidRPr="002A5982">
          <w:rPr>
            <w:rStyle w:val="Collegamentoipertestuale"/>
            <w:sz w:val="20"/>
            <w:lang w:val="en-US"/>
          </w:rPr>
          <w:t>uefs.an@istruzione.it</w:t>
        </w:r>
      </w:hyperlink>
    </w:p>
    <w:p w14:paraId="41E84658" w14:textId="6D180131" w:rsidR="002A5982" w:rsidRPr="002A5982" w:rsidRDefault="002A5982" w:rsidP="002A5982">
      <w:pPr>
        <w:ind w:left="2124" w:firstLine="708"/>
        <w:textAlignment w:val="baseline"/>
        <w:rPr>
          <w:rFonts w:ascii="Calibri" w:hAnsi="Calibri"/>
          <w:b/>
          <w:szCs w:val="24"/>
        </w:rPr>
      </w:pPr>
      <w:r>
        <w:rPr>
          <w:b/>
        </w:rPr>
        <w:t>PS</w:t>
      </w:r>
      <w:r>
        <w:rPr>
          <w:b/>
        </w:rPr>
        <w:tab/>
      </w:r>
      <w:bookmarkStart w:id="0" w:name="_GoBack"/>
      <w:bookmarkEnd w:id="0"/>
      <w:r>
        <w:fldChar w:fldCharType="begin"/>
      </w:r>
      <w:r>
        <w:instrText xml:space="preserve"> HYPERLINK "mailto:ufficioefs.ps@istruzione.it" </w:instrText>
      </w:r>
      <w:r>
        <w:fldChar w:fldCharType="separate"/>
      </w:r>
      <w:r w:rsidRPr="00E406F0">
        <w:rPr>
          <w:rStyle w:val="Collegamentoipertestuale"/>
          <w:sz w:val="20"/>
        </w:rPr>
        <w:t>ufficioefs.ps@istruzione.it</w:t>
      </w:r>
      <w:r>
        <w:rPr>
          <w:rStyle w:val="Collegamentoipertestuale"/>
          <w:sz w:val="20"/>
        </w:rPr>
        <w:fldChar w:fldCharType="end"/>
      </w:r>
    </w:p>
    <w:p w14:paraId="5832B574" w14:textId="77777777" w:rsidR="005A1C00" w:rsidRDefault="005A1C00" w:rsidP="00E81814">
      <w:pPr>
        <w:jc w:val="center"/>
        <w:textAlignment w:val="baseline"/>
        <w:rPr>
          <w:rFonts w:ascii="Calibri" w:hAnsi="Calibri"/>
          <w:b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5811"/>
        <w:gridCol w:w="993"/>
        <w:gridCol w:w="2016"/>
      </w:tblGrid>
      <w:tr w:rsidR="005A1C00" w14:paraId="7FBEA16E" w14:textId="77777777" w:rsidTr="005A1C00">
        <w:tc>
          <w:tcPr>
            <w:tcW w:w="1101" w:type="dxa"/>
            <w:vAlign w:val="center"/>
          </w:tcPr>
          <w:p w14:paraId="08323B72" w14:textId="77777777" w:rsidR="005A1C00" w:rsidRDefault="005A1C00" w:rsidP="005A1C00">
            <w:pPr>
              <w:jc w:val="both"/>
              <w:textAlignment w:val="baseline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Istituto</w:t>
            </w:r>
          </w:p>
        </w:tc>
        <w:tc>
          <w:tcPr>
            <w:tcW w:w="5811" w:type="dxa"/>
          </w:tcPr>
          <w:p w14:paraId="116BBE25" w14:textId="77777777" w:rsidR="005A1C00" w:rsidRDefault="005A1C00" w:rsidP="005A1C00">
            <w:pPr>
              <w:jc w:val="both"/>
              <w:textAlignment w:val="baseline"/>
              <w:rPr>
                <w:rFonts w:ascii="Calibri" w:hAnsi="Calibri"/>
                <w:b/>
                <w:szCs w:val="24"/>
              </w:rPr>
            </w:pPr>
          </w:p>
          <w:p w14:paraId="677D149B" w14:textId="77777777" w:rsidR="005A1C00" w:rsidRDefault="005A1C00" w:rsidP="005A1C00">
            <w:pPr>
              <w:jc w:val="both"/>
              <w:textAlignment w:val="baseline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48C7957" w14:textId="5C17E22F" w:rsidR="005A1C00" w:rsidRDefault="005A1C00" w:rsidP="005A1C00">
            <w:pPr>
              <w:jc w:val="both"/>
              <w:textAlignment w:val="baseline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Prov.</w:t>
            </w:r>
          </w:p>
        </w:tc>
        <w:tc>
          <w:tcPr>
            <w:tcW w:w="2016" w:type="dxa"/>
          </w:tcPr>
          <w:p w14:paraId="2AF4787A" w14:textId="0ED6F4E1" w:rsidR="005A1C00" w:rsidRDefault="005A1C00" w:rsidP="005A1C00">
            <w:pPr>
              <w:jc w:val="both"/>
              <w:textAlignment w:val="baseline"/>
              <w:rPr>
                <w:rFonts w:ascii="Calibri" w:hAnsi="Calibri"/>
                <w:b/>
                <w:szCs w:val="24"/>
              </w:rPr>
            </w:pPr>
          </w:p>
        </w:tc>
      </w:tr>
    </w:tbl>
    <w:p w14:paraId="2C680D64" w14:textId="77777777" w:rsidR="005A1C00" w:rsidRDefault="005A1C00" w:rsidP="005A1C00">
      <w:pPr>
        <w:jc w:val="both"/>
        <w:textAlignment w:val="baseline"/>
        <w:rPr>
          <w:rFonts w:ascii="Calibri" w:hAnsi="Calibri"/>
          <w:b/>
          <w:szCs w:val="24"/>
        </w:rPr>
      </w:pPr>
    </w:p>
    <w:p w14:paraId="361ABA7A" w14:textId="77777777" w:rsidR="005A1C00" w:rsidRDefault="005A1C00" w:rsidP="005A1C00">
      <w:pPr>
        <w:jc w:val="both"/>
        <w:textAlignment w:val="baseline"/>
        <w:rPr>
          <w:rFonts w:ascii="Calibri" w:hAnsi="Calibri"/>
          <w:b/>
          <w:szCs w:val="24"/>
        </w:rPr>
      </w:pPr>
    </w:p>
    <w:p w14:paraId="3A70B8BB" w14:textId="77777777" w:rsidR="005A1C00" w:rsidRPr="00E81814" w:rsidRDefault="005A1C00" w:rsidP="005A1C00">
      <w:pPr>
        <w:jc w:val="both"/>
        <w:textAlignment w:val="baseline"/>
        <w:rPr>
          <w:rFonts w:ascii="Calibri" w:hAnsi="Calibri"/>
          <w:b/>
          <w:szCs w:val="24"/>
        </w:rPr>
      </w:pPr>
    </w:p>
    <w:p w14:paraId="48412DAA" w14:textId="77777777" w:rsidR="005A1C00" w:rsidRDefault="005A1C00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77"/>
        <w:gridCol w:w="5844"/>
      </w:tblGrid>
      <w:tr w:rsidR="005A1C00" w14:paraId="32852ECC" w14:textId="77777777" w:rsidTr="005A1C00">
        <w:tc>
          <w:tcPr>
            <w:tcW w:w="9921" w:type="dxa"/>
            <w:gridSpan w:val="2"/>
          </w:tcPr>
          <w:p w14:paraId="10915561" w14:textId="4C0CFB0D" w:rsidR="005A1C00" w:rsidRPr="005A1C00" w:rsidRDefault="005A1C00" w:rsidP="005A1C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Corsa Orientamento</w:t>
            </w:r>
          </w:p>
        </w:tc>
      </w:tr>
      <w:tr w:rsidR="005A1C00" w14:paraId="669ACE56" w14:textId="77777777" w:rsidTr="005A1C00">
        <w:tc>
          <w:tcPr>
            <w:tcW w:w="4077" w:type="dxa"/>
            <w:vAlign w:val="center"/>
          </w:tcPr>
          <w:p w14:paraId="6BF5858A" w14:textId="76296E2A" w:rsidR="005A1C00" w:rsidRPr="005A1C00" w:rsidRDefault="005A1C00" w:rsidP="005A1C00">
            <w:pPr>
              <w:widowControl w:val="0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Categoria</w:t>
            </w:r>
          </w:p>
        </w:tc>
        <w:tc>
          <w:tcPr>
            <w:tcW w:w="5844" w:type="dxa"/>
          </w:tcPr>
          <w:p w14:paraId="3153601C" w14:textId="2E744030" w:rsidR="005A1C00" w:rsidRPr="005A1C00" w:rsidRDefault="005A1C00" w:rsidP="005A1C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N. alunni (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3)</w:t>
            </w:r>
          </w:p>
        </w:tc>
      </w:tr>
      <w:tr w:rsidR="005A1C00" w14:paraId="3FBFE797" w14:textId="77777777" w:rsidTr="005A1C00">
        <w:tc>
          <w:tcPr>
            <w:tcW w:w="4077" w:type="dxa"/>
          </w:tcPr>
          <w:p w14:paraId="4EAD7992" w14:textId="77777777" w:rsidR="005A1C00" w:rsidRDefault="005A1C00" w:rsidP="005A1C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701DBBF0" w14:textId="77777777" w:rsidR="005A1C00" w:rsidRPr="005A1C00" w:rsidRDefault="005A1C00" w:rsidP="005A1C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A1C00" w14:paraId="71BD5471" w14:textId="77777777" w:rsidTr="005A1C00">
        <w:tc>
          <w:tcPr>
            <w:tcW w:w="4077" w:type="dxa"/>
          </w:tcPr>
          <w:p w14:paraId="3254333E" w14:textId="77777777" w:rsidR="005A1C00" w:rsidRDefault="005A1C00" w:rsidP="005A1C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633E8D3D" w14:textId="77777777" w:rsidR="005A1C00" w:rsidRPr="005A1C00" w:rsidRDefault="005A1C00" w:rsidP="005A1C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7819E24" w14:textId="77777777" w:rsidR="005A1C00" w:rsidRDefault="005A1C00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p w14:paraId="07962878" w14:textId="77777777" w:rsidR="008F3353" w:rsidRDefault="008F3353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77"/>
        <w:gridCol w:w="5844"/>
      </w:tblGrid>
      <w:tr w:rsidR="005A1C00" w14:paraId="77647436" w14:textId="77777777" w:rsidTr="009D1D00">
        <w:tc>
          <w:tcPr>
            <w:tcW w:w="9921" w:type="dxa"/>
            <w:gridSpan w:val="2"/>
          </w:tcPr>
          <w:p w14:paraId="352C1668" w14:textId="3EA9FC84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Trail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>-O squadra (4 alunni/e)</w:t>
            </w:r>
          </w:p>
        </w:tc>
      </w:tr>
      <w:tr w:rsidR="005A1C00" w14:paraId="1115E94B" w14:textId="77777777" w:rsidTr="009D1D00">
        <w:tc>
          <w:tcPr>
            <w:tcW w:w="4077" w:type="dxa"/>
            <w:vMerge w:val="restart"/>
            <w:vAlign w:val="center"/>
          </w:tcPr>
          <w:p w14:paraId="63CB330D" w14:textId="0BE39C0B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Categorie</w:t>
            </w:r>
          </w:p>
        </w:tc>
        <w:tc>
          <w:tcPr>
            <w:tcW w:w="5844" w:type="dxa"/>
          </w:tcPr>
          <w:p w14:paraId="0572683F" w14:textId="35E60313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A1C00" w14:paraId="71B1A91A" w14:textId="77777777" w:rsidTr="009D1D00">
        <w:tc>
          <w:tcPr>
            <w:tcW w:w="4077" w:type="dxa"/>
            <w:vMerge/>
          </w:tcPr>
          <w:p w14:paraId="10A3A2C3" w14:textId="77777777" w:rsidR="005A1C00" w:rsidRDefault="005A1C00" w:rsidP="009D1D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70A7D560" w14:textId="77777777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44E58BAC" w14:textId="77777777" w:rsidR="005A1C00" w:rsidRPr="00693ABD" w:rsidRDefault="005A1C00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p w14:paraId="07962925" w14:textId="77777777" w:rsidR="00E81814" w:rsidRPr="00E81814" w:rsidRDefault="00E81814" w:rsidP="00E81814">
      <w:pPr>
        <w:overflowPunct/>
        <w:rPr>
          <w:rFonts w:ascii="Calibri" w:hAnsi="Calibri"/>
          <w:sz w:val="18"/>
          <w:szCs w:val="18"/>
        </w:rPr>
      </w:pPr>
      <w:r w:rsidRPr="00E81814">
        <w:rPr>
          <w:rFonts w:ascii="Calibri" w:hAnsi="Calibri"/>
          <w:i/>
          <w:sz w:val="16"/>
          <w:szCs w:val="16"/>
        </w:rPr>
        <w:tab/>
      </w:r>
      <w:r w:rsidRPr="00E81814">
        <w:rPr>
          <w:rFonts w:ascii="Calibri" w:hAnsi="Calibri"/>
          <w:i/>
          <w:sz w:val="16"/>
          <w:szCs w:val="16"/>
        </w:rPr>
        <w:tab/>
        <w:t xml:space="preserve">                                                        </w:t>
      </w:r>
      <w:r w:rsidRPr="00E81814">
        <w:rPr>
          <w:rFonts w:ascii="Calibri" w:hAnsi="Calibri"/>
          <w:i/>
          <w:sz w:val="16"/>
          <w:szCs w:val="16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77"/>
        <w:gridCol w:w="5844"/>
      </w:tblGrid>
      <w:tr w:rsidR="005A1C00" w14:paraId="0CB38EC9" w14:textId="77777777" w:rsidTr="009D1D00">
        <w:tc>
          <w:tcPr>
            <w:tcW w:w="9921" w:type="dxa"/>
            <w:gridSpan w:val="2"/>
          </w:tcPr>
          <w:p w14:paraId="52832872" w14:textId="0E1278FA" w:rsidR="005A1C00" w:rsidRPr="005A1C00" w:rsidRDefault="005A1C00" w:rsidP="005A1C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Trail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>-O individualisti</w:t>
            </w:r>
          </w:p>
        </w:tc>
      </w:tr>
      <w:tr w:rsidR="005A1C00" w14:paraId="2D06B78A" w14:textId="77777777" w:rsidTr="009D1D00">
        <w:tc>
          <w:tcPr>
            <w:tcW w:w="4077" w:type="dxa"/>
            <w:vAlign w:val="center"/>
          </w:tcPr>
          <w:p w14:paraId="5F7961AD" w14:textId="2391E735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Categoria di disabilità</w:t>
            </w:r>
          </w:p>
        </w:tc>
        <w:tc>
          <w:tcPr>
            <w:tcW w:w="5844" w:type="dxa"/>
          </w:tcPr>
          <w:p w14:paraId="4EA50D94" w14:textId="2F5FB0D9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N. alunni</w:t>
            </w:r>
          </w:p>
        </w:tc>
      </w:tr>
      <w:tr w:rsidR="005A1C00" w14:paraId="72772E17" w14:textId="77777777" w:rsidTr="009D1D00">
        <w:tc>
          <w:tcPr>
            <w:tcW w:w="4077" w:type="dxa"/>
          </w:tcPr>
          <w:p w14:paraId="75BBFBA0" w14:textId="77777777" w:rsidR="005A1C00" w:rsidRDefault="005A1C00" w:rsidP="009D1D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47B128CD" w14:textId="77777777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A1C00" w14:paraId="130ADDC7" w14:textId="77777777" w:rsidTr="009D1D00">
        <w:tc>
          <w:tcPr>
            <w:tcW w:w="4077" w:type="dxa"/>
          </w:tcPr>
          <w:p w14:paraId="58389BE0" w14:textId="77777777" w:rsidR="005A1C00" w:rsidRDefault="005A1C00" w:rsidP="009D1D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0EC0BC77" w14:textId="77777777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A1C00" w14:paraId="32F36C40" w14:textId="77777777" w:rsidTr="009D1D00">
        <w:tc>
          <w:tcPr>
            <w:tcW w:w="4077" w:type="dxa"/>
          </w:tcPr>
          <w:p w14:paraId="07D1B3AC" w14:textId="77777777" w:rsidR="005A1C00" w:rsidRDefault="005A1C00" w:rsidP="009D1D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12E6951E" w14:textId="77777777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A1C00" w14:paraId="29B969E5" w14:textId="77777777" w:rsidTr="009D1D00">
        <w:tc>
          <w:tcPr>
            <w:tcW w:w="4077" w:type="dxa"/>
          </w:tcPr>
          <w:p w14:paraId="6D28DFCB" w14:textId="77777777" w:rsidR="005A1C00" w:rsidRDefault="005A1C00" w:rsidP="009D1D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541E4E94" w14:textId="77777777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A1C00" w14:paraId="7A924E3B" w14:textId="77777777" w:rsidTr="009D1D00">
        <w:tc>
          <w:tcPr>
            <w:tcW w:w="4077" w:type="dxa"/>
          </w:tcPr>
          <w:p w14:paraId="7F9188E1" w14:textId="77777777" w:rsidR="005A1C00" w:rsidRDefault="005A1C00" w:rsidP="009D1D00">
            <w:pPr>
              <w:widowControl w:val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44" w:type="dxa"/>
          </w:tcPr>
          <w:p w14:paraId="0D3D0FC2" w14:textId="77777777" w:rsidR="005A1C00" w:rsidRPr="005A1C00" w:rsidRDefault="005A1C00" w:rsidP="009D1D00">
            <w:pPr>
              <w:widowControl w:val="0"/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5410C8C4" w14:textId="77777777" w:rsidR="005A1C00" w:rsidRDefault="005A1C00" w:rsidP="005A1C00">
      <w:pPr>
        <w:overflowPunct/>
        <w:autoSpaceDE/>
        <w:autoSpaceDN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2F2F161" w14:textId="77777777" w:rsidR="005A1C00" w:rsidRDefault="005A1C00" w:rsidP="005A1C00">
      <w:pPr>
        <w:overflowPunct/>
        <w:autoSpaceDE/>
        <w:autoSpaceDN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9D01595" w14:textId="77777777" w:rsidR="005A1C00" w:rsidRDefault="005A1C00" w:rsidP="005A1C00">
      <w:pPr>
        <w:overflowPunct/>
        <w:autoSpaceDE/>
        <w:autoSpaceDN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ED8E18D" w14:textId="77777777" w:rsidR="005A1C00" w:rsidRDefault="005A1C00" w:rsidP="005A1C00">
      <w:pPr>
        <w:overflowPunct/>
        <w:autoSpaceDE/>
        <w:autoSpaceDN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151B1B2" w14:textId="77777777" w:rsidR="005A1C00" w:rsidRDefault="005A1C00" w:rsidP="005A1C00">
      <w:pPr>
        <w:overflowPunct/>
        <w:autoSpaceDE/>
        <w:autoSpaceDN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7962926" w14:textId="698C590D" w:rsidR="00492B44" w:rsidRPr="007B3D01" w:rsidRDefault="005A1C00" w:rsidP="005A1C00">
      <w:pPr>
        <w:overflowPunct/>
        <w:autoSpaceDE/>
        <w:autoSpaceDN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Data</w:t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 w:rsidR="00492B44">
        <w:rPr>
          <w:rFonts w:asciiTheme="minorHAnsi" w:hAnsiTheme="minorHAnsi"/>
          <w:b/>
          <w:bCs/>
          <w:sz w:val="22"/>
          <w:szCs w:val="22"/>
        </w:rPr>
        <w:t>Il Dirigente Scolastico</w:t>
      </w:r>
    </w:p>
    <w:sectPr w:rsidR="00492B44" w:rsidRPr="007B3D01" w:rsidSect="004019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/>
      <w:pgMar w:top="1418" w:right="850" w:bottom="851" w:left="1276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0AA97" w14:textId="77777777" w:rsidR="009430D3" w:rsidRDefault="009430D3">
      <w:r>
        <w:separator/>
      </w:r>
    </w:p>
  </w:endnote>
  <w:endnote w:type="continuationSeparator" w:id="0">
    <w:p w14:paraId="1EF372BF" w14:textId="77777777" w:rsidR="009430D3" w:rsidRDefault="0094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0A6D4" w14:textId="77777777" w:rsidR="00B154A2" w:rsidRDefault="00B154A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62934" w14:textId="32538530" w:rsidR="00533D19" w:rsidRPr="00B043B4" w:rsidRDefault="001E76B1" w:rsidP="00D925A3">
    <w:pPr>
      <w:pStyle w:val="Pidipagina"/>
      <w:jc w:val="center"/>
      <w:rPr>
        <w:rFonts w:ascii="Garamond" w:hAnsi="Garamond" w:cs="Arial"/>
        <w:sz w:val="16"/>
        <w:szCs w:val="16"/>
      </w:rPr>
    </w:pPr>
    <w:r w:rsidRPr="00835A32">
      <w:rPr>
        <w:rFonts w:asciiTheme="minorHAnsi" w:hAnsiTheme="minorHAnsi"/>
        <w:sz w:val="16"/>
        <w:szCs w:val="16"/>
      </w:rPr>
      <w:t>2019041611</w:t>
    </w:r>
    <w:r>
      <w:rPr>
        <w:rFonts w:asciiTheme="minorHAnsi" w:hAnsiTheme="minorHAnsi"/>
        <w:sz w:val="16"/>
        <w:szCs w:val="16"/>
      </w:rPr>
      <w:t>12</w:t>
    </w:r>
    <w:r w:rsidRPr="00835A32">
      <w:rPr>
        <w:rFonts w:asciiTheme="minorHAnsi" w:hAnsiTheme="minorHAnsi"/>
        <w:sz w:val="16"/>
        <w:szCs w:val="16"/>
      </w:rPr>
      <w:t>_</w:t>
    </w:r>
    <w:r>
      <w:rPr>
        <w:rFonts w:asciiTheme="minorHAnsi" w:hAnsiTheme="minorHAnsi"/>
        <w:sz w:val="16"/>
        <w:szCs w:val="16"/>
      </w:rPr>
      <w:t>Modello_Part</w:t>
    </w:r>
    <w:r w:rsidR="00B154A2">
      <w:rPr>
        <w:rFonts w:asciiTheme="minorHAnsi" w:hAnsiTheme="minorHAnsi"/>
        <w:sz w:val="16"/>
        <w:szCs w:val="16"/>
      </w:rPr>
      <w:t>e</w:t>
    </w:r>
    <w:r>
      <w:rPr>
        <w:rFonts w:asciiTheme="minorHAnsi" w:hAnsiTheme="minorHAnsi"/>
        <w:sz w:val="16"/>
        <w:szCs w:val="16"/>
      </w:rPr>
      <w:t>cipazione_</w:t>
    </w:r>
    <w:r w:rsidRPr="00835A32">
      <w:rPr>
        <w:rFonts w:asciiTheme="minorHAnsi" w:hAnsiTheme="minorHAnsi"/>
        <w:sz w:val="16"/>
        <w:szCs w:val="16"/>
      </w:rPr>
      <w:t>Campionati Studenteschi_Orienteering_Smerillo_14_Maggio_2019</w:t>
    </w:r>
  </w:p>
  <w:p w14:paraId="07962935" w14:textId="77777777"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14:paraId="07962936" w14:textId="77777777"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14:paraId="07962937" w14:textId="77777777" w:rsidR="00533D19" w:rsidRPr="00136AAF" w:rsidRDefault="00533D19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0EF92" w14:textId="77777777" w:rsidR="00B154A2" w:rsidRDefault="00B154A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981AB" w14:textId="77777777" w:rsidR="009430D3" w:rsidRDefault="009430D3">
      <w:r>
        <w:separator/>
      </w:r>
    </w:p>
  </w:footnote>
  <w:footnote w:type="continuationSeparator" w:id="0">
    <w:p w14:paraId="1B547B11" w14:textId="77777777" w:rsidR="009430D3" w:rsidRDefault="00943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4D0ED" w14:textId="77777777" w:rsidR="00B154A2" w:rsidRDefault="00B154A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6292C" w14:textId="77777777" w:rsidR="00533D19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0796292D" w14:textId="77777777" w:rsidR="00533D19" w:rsidRPr="006E4A3F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0796292E" w14:textId="77777777" w:rsidR="00533D19" w:rsidRDefault="000654E5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0796293A" wp14:editId="0796293B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96292F" w14:textId="77777777"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07962930" w14:textId="77777777"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07962931" w14:textId="77777777" w:rsidR="00533D19" w:rsidRPr="00717618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14:paraId="07962932" w14:textId="77777777" w:rsidR="00533D19" w:rsidRDefault="00533D19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DDBD0" w14:textId="77777777" w:rsidR="00B154A2" w:rsidRDefault="00B154A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5F00"/>
    <w:rsid w:val="00046830"/>
    <w:rsid w:val="00046F41"/>
    <w:rsid w:val="000654E5"/>
    <w:rsid w:val="00077991"/>
    <w:rsid w:val="00082FA8"/>
    <w:rsid w:val="000A0FD4"/>
    <w:rsid w:val="000A4635"/>
    <w:rsid w:val="000A6007"/>
    <w:rsid w:val="001169C1"/>
    <w:rsid w:val="0012169E"/>
    <w:rsid w:val="001316FF"/>
    <w:rsid w:val="001328E3"/>
    <w:rsid w:val="00136AAF"/>
    <w:rsid w:val="001371CC"/>
    <w:rsid w:val="00137285"/>
    <w:rsid w:val="001446D9"/>
    <w:rsid w:val="0018618D"/>
    <w:rsid w:val="00192DD3"/>
    <w:rsid w:val="001E69C9"/>
    <w:rsid w:val="001E76B1"/>
    <w:rsid w:val="001E78C3"/>
    <w:rsid w:val="001F4E08"/>
    <w:rsid w:val="0022089E"/>
    <w:rsid w:val="0023496C"/>
    <w:rsid w:val="00241014"/>
    <w:rsid w:val="00246041"/>
    <w:rsid w:val="002567E5"/>
    <w:rsid w:val="00264E35"/>
    <w:rsid w:val="002744B4"/>
    <w:rsid w:val="00274B52"/>
    <w:rsid w:val="0028086A"/>
    <w:rsid w:val="002A2A80"/>
    <w:rsid w:val="002A5982"/>
    <w:rsid w:val="002C10D9"/>
    <w:rsid w:val="002D4397"/>
    <w:rsid w:val="002E014D"/>
    <w:rsid w:val="002E45F0"/>
    <w:rsid w:val="002E5ED1"/>
    <w:rsid w:val="002E6CB5"/>
    <w:rsid w:val="00315355"/>
    <w:rsid w:val="00353199"/>
    <w:rsid w:val="003806E6"/>
    <w:rsid w:val="00391B37"/>
    <w:rsid w:val="003950EB"/>
    <w:rsid w:val="003A5871"/>
    <w:rsid w:val="003F11D3"/>
    <w:rsid w:val="0040191D"/>
    <w:rsid w:val="00433B15"/>
    <w:rsid w:val="00451B49"/>
    <w:rsid w:val="0047283F"/>
    <w:rsid w:val="00485574"/>
    <w:rsid w:val="00492B44"/>
    <w:rsid w:val="00494AE0"/>
    <w:rsid w:val="004E0F69"/>
    <w:rsid w:val="00510B55"/>
    <w:rsid w:val="00515873"/>
    <w:rsid w:val="0052188B"/>
    <w:rsid w:val="00527FC3"/>
    <w:rsid w:val="00531945"/>
    <w:rsid w:val="00533D19"/>
    <w:rsid w:val="00542D1E"/>
    <w:rsid w:val="0054659E"/>
    <w:rsid w:val="005556C9"/>
    <w:rsid w:val="0057189C"/>
    <w:rsid w:val="005734D2"/>
    <w:rsid w:val="00586341"/>
    <w:rsid w:val="005A1C00"/>
    <w:rsid w:val="005A292B"/>
    <w:rsid w:val="005A694F"/>
    <w:rsid w:val="005D0EF5"/>
    <w:rsid w:val="005E72F2"/>
    <w:rsid w:val="005F77E6"/>
    <w:rsid w:val="00636AE4"/>
    <w:rsid w:val="0066114A"/>
    <w:rsid w:val="0066458B"/>
    <w:rsid w:val="00687DDC"/>
    <w:rsid w:val="00693ABD"/>
    <w:rsid w:val="006B050B"/>
    <w:rsid w:val="006B34B4"/>
    <w:rsid w:val="006C15B0"/>
    <w:rsid w:val="006C28BB"/>
    <w:rsid w:val="006C52DC"/>
    <w:rsid w:val="006E4A3F"/>
    <w:rsid w:val="006E57CD"/>
    <w:rsid w:val="006F0A4A"/>
    <w:rsid w:val="007058A4"/>
    <w:rsid w:val="00717618"/>
    <w:rsid w:val="007228EE"/>
    <w:rsid w:val="00725996"/>
    <w:rsid w:val="0073770B"/>
    <w:rsid w:val="007410A2"/>
    <w:rsid w:val="007410C8"/>
    <w:rsid w:val="007450F9"/>
    <w:rsid w:val="00767B5F"/>
    <w:rsid w:val="00787314"/>
    <w:rsid w:val="007935F6"/>
    <w:rsid w:val="00797651"/>
    <w:rsid w:val="007B3D01"/>
    <w:rsid w:val="007C0265"/>
    <w:rsid w:val="007D701D"/>
    <w:rsid w:val="007F35C0"/>
    <w:rsid w:val="00820087"/>
    <w:rsid w:val="008266E0"/>
    <w:rsid w:val="00831F72"/>
    <w:rsid w:val="0084203E"/>
    <w:rsid w:val="00845857"/>
    <w:rsid w:val="0085661F"/>
    <w:rsid w:val="00856D0E"/>
    <w:rsid w:val="00864D88"/>
    <w:rsid w:val="008754EA"/>
    <w:rsid w:val="00877183"/>
    <w:rsid w:val="008818F7"/>
    <w:rsid w:val="008A1E55"/>
    <w:rsid w:val="008B44BB"/>
    <w:rsid w:val="008B4793"/>
    <w:rsid w:val="008C57DC"/>
    <w:rsid w:val="008C5CA0"/>
    <w:rsid w:val="008C6D64"/>
    <w:rsid w:val="008D12ED"/>
    <w:rsid w:val="008D1B56"/>
    <w:rsid w:val="008E09A5"/>
    <w:rsid w:val="008F3353"/>
    <w:rsid w:val="008F6CF4"/>
    <w:rsid w:val="00902A66"/>
    <w:rsid w:val="00916337"/>
    <w:rsid w:val="009225AA"/>
    <w:rsid w:val="009254D5"/>
    <w:rsid w:val="009430D3"/>
    <w:rsid w:val="009437C4"/>
    <w:rsid w:val="0094492D"/>
    <w:rsid w:val="00952391"/>
    <w:rsid w:val="00955DED"/>
    <w:rsid w:val="00971B29"/>
    <w:rsid w:val="00977DC9"/>
    <w:rsid w:val="00986941"/>
    <w:rsid w:val="00987397"/>
    <w:rsid w:val="00993E2A"/>
    <w:rsid w:val="00995B78"/>
    <w:rsid w:val="00995FE0"/>
    <w:rsid w:val="009966AD"/>
    <w:rsid w:val="009A270E"/>
    <w:rsid w:val="009B7C37"/>
    <w:rsid w:val="009E10ED"/>
    <w:rsid w:val="009E3DA8"/>
    <w:rsid w:val="00A06708"/>
    <w:rsid w:val="00A20EEC"/>
    <w:rsid w:val="00A40B4F"/>
    <w:rsid w:val="00A40E93"/>
    <w:rsid w:val="00A43D45"/>
    <w:rsid w:val="00A7460D"/>
    <w:rsid w:val="00A856F2"/>
    <w:rsid w:val="00A85815"/>
    <w:rsid w:val="00A942C1"/>
    <w:rsid w:val="00AA38F2"/>
    <w:rsid w:val="00AA7A72"/>
    <w:rsid w:val="00AB48F2"/>
    <w:rsid w:val="00AC63AB"/>
    <w:rsid w:val="00AE5027"/>
    <w:rsid w:val="00AE7195"/>
    <w:rsid w:val="00B043B4"/>
    <w:rsid w:val="00B14892"/>
    <w:rsid w:val="00B154A2"/>
    <w:rsid w:val="00B17153"/>
    <w:rsid w:val="00B179BD"/>
    <w:rsid w:val="00B34199"/>
    <w:rsid w:val="00B61432"/>
    <w:rsid w:val="00B84480"/>
    <w:rsid w:val="00BA4C0A"/>
    <w:rsid w:val="00BC34E2"/>
    <w:rsid w:val="00BE3C42"/>
    <w:rsid w:val="00BF3E72"/>
    <w:rsid w:val="00C051D1"/>
    <w:rsid w:val="00C17434"/>
    <w:rsid w:val="00C22447"/>
    <w:rsid w:val="00C27ED5"/>
    <w:rsid w:val="00C51207"/>
    <w:rsid w:val="00C53192"/>
    <w:rsid w:val="00C62721"/>
    <w:rsid w:val="00C83861"/>
    <w:rsid w:val="00C94FDA"/>
    <w:rsid w:val="00CC4C0D"/>
    <w:rsid w:val="00CD0B13"/>
    <w:rsid w:val="00CD3FD9"/>
    <w:rsid w:val="00CD4679"/>
    <w:rsid w:val="00CD7D5F"/>
    <w:rsid w:val="00D17BB3"/>
    <w:rsid w:val="00D4641E"/>
    <w:rsid w:val="00D55AFF"/>
    <w:rsid w:val="00D62B5F"/>
    <w:rsid w:val="00D70B9C"/>
    <w:rsid w:val="00D80B6A"/>
    <w:rsid w:val="00D876A3"/>
    <w:rsid w:val="00D90A91"/>
    <w:rsid w:val="00D925A3"/>
    <w:rsid w:val="00D97941"/>
    <w:rsid w:val="00DA2702"/>
    <w:rsid w:val="00DB4288"/>
    <w:rsid w:val="00DB73D5"/>
    <w:rsid w:val="00DD1DAC"/>
    <w:rsid w:val="00DD276F"/>
    <w:rsid w:val="00DD7E7C"/>
    <w:rsid w:val="00DF2B5C"/>
    <w:rsid w:val="00E024B4"/>
    <w:rsid w:val="00E13C28"/>
    <w:rsid w:val="00E2155C"/>
    <w:rsid w:val="00E23460"/>
    <w:rsid w:val="00E23F17"/>
    <w:rsid w:val="00E408B5"/>
    <w:rsid w:val="00E42106"/>
    <w:rsid w:val="00E43CF8"/>
    <w:rsid w:val="00E46FAB"/>
    <w:rsid w:val="00E519AA"/>
    <w:rsid w:val="00E81814"/>
    <w:rsid w:val="00E86100"/>
    <w:rsid w:val="00E97AB3"/>
    <w:rsid w:val="00EA2FAF"/>
    <w:rsid w:val="00EB5C2C"/>
    <w:rsid w:val="00F25773"/>
    <w:rsid w:val="00F3070B"/>
    <w:rsid w:val="00F5225F"/>
    <w:rsid w:val="00F658DB"/>
    <w:rsid w:val="00FD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962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A58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A58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efs.an@istruzione.i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rafina.olmo@istruzion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mauro.minnozzi.mc@istruzione.i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dfisicamarche@istruzione.it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395F-FE25-49CD-8BFA-494AF8FC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Marche.dotx</Template>
  <TotalTime>13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838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7</cp:revision>
  <cp:lastPrinted>2015-05-25T08:57:00Z</cp:lastPrinted>
  <dcterms:created xsi:type="dcterms:W3CDTF">2019-04-17T06:57:00Z</dcterms:created>
  <dcterms:modified xsi:type="dcterms:W3CDTF">2019-04-17T09:27:00Z</dcterms:modified>
</cp:coreProperties>
</file>